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left"/>
            </w:pPr>
            <w:r>
              <w:t xml:space="preserve">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2021-05-28T10:34:50Z</dcterms:created>
  <dcterms:modified xsi:type="dcterms:W3CDTF">2021-05-28T10:34:50Z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